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D66F" w14:textId="475A8DB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F84C5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B770D" w:rsidRPr="00F84C53">
        <w:rPr>
          <w:rFonts w:asciiTheme="majorHAnsi" w:eastAsia="Times New Roman" w:hAnsiTheme="majorHAnsi" w:cs="Times New Roman"/>
          <w:lang w:eastAsia="cs-CZ"/>
        </w:rPr>
        <w:t>2</w:t>
      </w:r>
      <w:r w:rsidR="00A756D0" w:rsidRPr="00F84C5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853A2B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10152EEF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17B639DA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44D62E6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4F81C8D6" w14:textId="77777777" w:rsidTr="00656B8C">
        <w:tc>
          <w:tcPr>
            <w:tcW w:w="2972" w:type="dxa"/>
            <w:shd w:val="clear" w:color="auto" w:fill="D9D9D9"/>
          </w:tcPr>
          <w:p w14:paraId="67BFB0F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531" w:type="dxa"/>
            <w:shd w:val="clear" w:color="auto" w:fill="D9D9D9"/>
          </w:tcPr>
          <w:p w14:paraId="3FF5A5E3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4DE9D65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1ED0E8DA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9D8BFA7" w14:textId="77777777" w:rsidTr="00656B8C">
        <w:tc>
          <w:tcPr>
            <w:tcW w:w="2972" w:type="dxa"/>
          </w:tcPr>
          <w:p w14:paraId="4102AB2F" w14:textId="5672430A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Panel 75“</w:t>
            </w:r>
          </w:p>
        </w:tc>
        <w:tc>
          <w:tcPr>
            <w:tcW w:w="1531" w:type="dxa"/>
          </w:tcPr>
          <w:p w14:paraId="1E6E0411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D9EB96B" w14:textId="1B3F25F0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4D3C3562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1002B919" w14:textId="77777777" w:rsidTr="00656B8C">
        <w:tc>
          <w:tcPr>
            <w:tcW w:w="2972" w:type="dxa"/>
          </w:tcPr>
          <w:p w14:paraId="2B3D3559" w14:textId="1D4A7071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Držák na zeď pro 75“</w:t>
            </w:r>
          </w:p>
        </w:tc>
        <w:tc>
          <w:tcPr>
            <w:tcW w:w="1531" w:type="dxa"/>
          </w:tcPr>
          <w:p w14:paraId="66345C57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01C75A9D" w14:textId="3F6AF13A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57EBE6D1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1ED58B53" w14:textId="77777777" w:rsidTr="00656B8C">
        <w:tc>
          <w:tcPr>
            <w:tcW w:w="2972" w:type="dxa"/>
          </w:tcPr>
          <w:p w14:paraId="53839E0A" w14:textId="0D30BC6C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Panel 55“</w:t>
            </w:r>
          </w:p>
        </w:tc>
        <w:tc>
          <w:tcPr>
            <w:tcW w:w="1531" w:type="dxa"/>
          </w:tcPr>
          <w:p w14:paraId="7B52DB0B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4AA270A" w14:textId="25B2E480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 ks</w:t>
            </w:r>
          </w:p>
        </w:tc>
        <w:tc>
          <w:tcPr>
            <w:tcW w:w="1984" w:type="dxa"/>
          </w:tcPr>
          <w:p w14:paraId="7EA86FCA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11619863" w14:textId="77777777" w:rsidTr="00656B8C">
        <w:tc>
          <w:tcPr>
            <w:tcW w:w="2972" w:type="dxa"/>
          </w:tcPr>
          <w:p w14:paraId="014EBB35" w14:textId="204766FE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Panel 55“ (s OPS slotem)</w:t>
            </w:r>
          </w:p>
        </w:tc>
        <w:tc>
          <w:tcPr>
            <w:tcW w:w="1531" w:type="dxa"/>
          </w:tcPr>
          <w:p w14:paraId="4470A1B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FF9C66D" w14:textId="6464EB32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1C3DFEB8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51C328DB" w14:textId="77777777" w:rsidTr="00656B8C">
        <w:tc>
          <w:tcPr>
            <w:tcW w:w="2972" w:type="dxa"/>
          </w:tcPr>
          <w:p w14:paraId="681FC2A3" w14:textId="41D33F5F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F6B83">
              <w:rPr>
                <w:rFonts w:asciiTheme="majorHAnsi" w:hAnsiTheme="majorHAnsi"/>
                <w:sz w:val="18"/>
                <w:szCs w:val="18"/>
              </w:rPr>
              <w:t>Držák na zeď pro 55" (pevný)</w:t>
            </w:r>
          </w:p>
        </w:tc>
        <w:tc>
          <w:tcPr>
            <w:tcW w:w="1531" w:type="dxa"/>
          </w:tcPr>
          <w:p w14:paraId="257ADBA8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54979D8" w14:textId="107FDDAC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1ED44E0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BD2A876" w14:textId="77777777" w:rsidTr="00656B8C">
        <w:tc>
          <w:tcPr>
            <w:tcW w:w="2972" w:type="dxa"/>
          </w:tcPr>
          <w:p w14:paraId="4703351F" w14:textId="622B23E3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F6B83">
              <w:rPr>
                <w:rFonts w:asciiTheme="majorHAnsi" w:hAnsiTheme="majorHAnsi"/>
                <w:sz w:val="18"/>
                <w:szCs w:val="18"/>
              </w:rPr>
              <w:t>Držák na zeď pro 55" (otočný)</w:t>
            </w:r>
          </w:p>
        </w:tc>
        <w:tc>
          <w:tcPr>
            <w:tcW w:w="1531" w:type="dxa"/>
          </w:tcPr>
          <w:p w14:paraId="6119BEC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3B7B972" w14:textId="5261DF09" w:rsidR="00EF3BFB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2 ks</w:t>
            </w:r>
          </w:p>
        </w:tc>
        <w:tc>
          <w:tcPr>
            <w:tcW w:w="1984" w:type="dxa"/>
          </w:tcPr>
          <w:p w14:paraId="2A522142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47C72AA5" w14:textId="77777777" w:rsidTr="00656B8C">
        <w:tc>
          <w:tcPr>
            <w:tcW w:w="2972" w:type="dxa"/>
          </w:tcPr>
          <w:p w14:paraId="6AB7CE5C" w14:textId="006CCEFB" w:rsidR="001F6B83" w:rsidRP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Videokonferenční zařízení (A)</w:t>
            </w:r>
          </w:p>
        </w:tc>
        <w:tc>
          <w:tcPr>
            <w:tcW w:w="1531" w:type="dxa"/>
          </w:tcPr>
          <w:p w14:paraId="28748267" w14:textId="7E97D18D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18BB813D" w14:textId="5FF36246" w:rsid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6C59B023" w14:textId="4D782F62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3A5E09EB" w14:textId="77777777" w:rsidTr="00656B8C">
        <w:tc>
          <w:tcPr>
            <w:tcW w:w="2972" w:type="dxa"/>
          </w:tcPr>
          <w:p w14:paraId="146DC1A3" w14:textId="67344BD9" w:rsidR="001F6B83" w:rsidRP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F6B83">
              <w:rPr>
                <w:rFonts w:asciiTheme="majorHAnsi" w:hAnsiTheme="majorHAnsi"/>
              </w:rPr>
              <w:t>Videokonferenční zařízení (B)</w:t>
            </w:r>
          </w:p>
        </w:tc>
        <w:tc>
          <w:tcPr>
            <w:tcW w:w="1531" w:type="dxa"/>
          </w:tcPr>
          <w:p w14:paraId="51AA4A34" w14:textId="79C1D398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0CED8B61" w14:textId="62B33B33" w:rsid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 ks</w:t>
            </w:r>
          </w:p>
        </w:tc>
        <w:tc>
          <w:tcPr>
            <w:tcW w:w="1984" w:type="dxa"/>
          </w:tcPr>
          <w:p w14:paraId="1008BD97" w14:textId="08171E72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5412AF0C" w14:textId="77777777" w:rsidTr="00656B8C">
        <w:tc>
          <w:tcPr>
            <w:tcW w:w="2972" w:type="dxa"/>
          </w:tcPr>
          <w:p w14:paraId="344BD0FB" w14:textId="118A30BD" w:rsidR="001F6B83" w:rsidRP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F6B83">
              <w:rPr>
                <w:rFonts w:asciiTheme="majorHAnsi" w:hAnsiTheme="majorHAnsi"/>
              </w:rPr>
              <w:t>HDMI přepínač</w:t>
            </w:r>
          </w:p>
        </w:tc>
        <w:tc>
          <w:tcPr>
            <w:tcW w:w="1531" w:type="dxa"/>
          </w:tcPr>
          <w:p w14:paraId="5B9CEF7E" w14:textId="1C1D796F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E9CAB76" w14:textId="6E5BC150" w:rsid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4B6A9CEB" w14:textId="723F3ACE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3A8F237C" w14:textId="77777777" w:rsidTr="00656B8C">
        <w:tc>
          <w:tcPr>
            <w:tcW w:w="2972" w:type="dxa"/>
          </w:tcPr>
          <w:p w14:paraId="52E0428D" w14:textId="34303372" w:rsidR="001F6B83" w:rsidRP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F6B83">
              <w:rPr>
                <w:rFonts w:asciiTheme="majorHAnsi" w:hAnsiTheme="majorHAnsi"/>
              </w:rPr>
              <w:t>Bezdrátový adaptér</w:t>
            </w:r>
          </w:p>
        </w:tc>
        <w:tc>
          <w:tcPr>
            <w:tcW w:w="1531" w:type="dxa"/>
          </w:tcPr>
          <w:p w14:paraId="0065EF39" w14:textId="56B5B680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61970292" w14:textId="3E3CC425" w:rsid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 ks</w:t>
            </w:r>
          </w:p>
        </w:tc>
        <w:tc>
          <w:tcPr>
            <w:tcW w:w="1984" w:type="dxa"/>
          </w:tcPr>
          <w:p w14:paraId="794A82F7" w14:textId="3B778065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64FF5226" w14:textId="77777777" w:rsidTr="00656B8C">
        <w:tc>
          <w:tcPr>
            <w:tcW w:w="2972" w:type="dxa"/>
          </w:tcPr>
          <w:p w14:paraId="45253C08" w14:textId="2A79B335" w:rsidR="001F6B83" w:rsidRP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F6B83">
              <w:rPr>
                <w:rFonts w:asciiTheme="majorHAnsi" w:hAnsiTheme="majorHAnsi"/>
              </w:rPr>
              <w:t>Zásuvková lišta (A)</w:t>
            </w:r>
          </w:p>
        </w:tc>
        <w:tc>
          <w:tcPr>
            <w:tcW w:w="1531" w:type="dxa"/>
          </w:tcPr>
          <w:p w14:paraId="407CD3E0" w14:textId="53AA02F2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0FD91178" w14:textId="4F5A784C" w:rsid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157FDAF3" w14:textId="1439177E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4F48447F" w14:textId="77777777" w:rsidTr="00656B8C">
        <w:tc>
          <w:tcPr>
            <w:tcW w:w="2972" w:type="dxa"/>
          </w:tcPr>
          <w:p w14:paraId="1F40E3C4" w14:textId="67282671" w:rsidR="001F6B83" w:rsidRP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F6B83">
              <w:rPr>
                <w:rFonts w:asciiTheme="majorHAnsi" w:hAnsiTheme="majorHAnsi"/>
              </w:rPr>
              <w:lastRenderedPageBreak/>
              <w:t>Zásuvková lišta (B)</w:t>
            </w:r>
          </w:p>
        </w:tc>
        <w:tc>
          <w:tcPr>
            <w:tcW w:w="1531" w:type="dxa"/>
          </w:tcPr>
          <w:p w14:paraId="176E86E9" w14:textId="4C9C08B1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063A4EAC" w14:textId="1E49FF92" w:rsidR="001F6B83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ks</w:t>
            </w:r>
          </w:p>
        </w:tc>
        <w:tc>
          <w:tcPr>
            <w:tcW w:w="1984" w:type="dxa"/>
          </w:tcPr>
          <w:p w14:paraId="05E8CE8A" w14:textId="6C32ECD6" w:rsidR="001F6B83" w:rsidRPr="00FF65DD" w:rsidRDefault="001F6B83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1786800" w14:textId="77777777" w:rsidTr="00656B8C">
        <w:tc>
          <w:tcPr>
            <w:tcW w:w="2972" w:type="dxa"/>
          </w:tcPr>
          <w:p w14:paraId="4B957548" w14:textId="77777777"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499" w:type="dxa"/>
            <w:gridSpan w:val="3"/>
          </w:tcPr>
          <w:p w14:paraId="3FC130C2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7AEFF08D" w14:textId="77777777" w:rsidTr="00656B8C">
        <w:tc>
          <w:tcPr>
            <w:tcW w:w="2972" w:type="dxa"/>
          </w:tcPr>
          <w:p w14:paraId="333ACCED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499" w:type="dxa"/>
            <w:gridSpan w:val="3"/>
          </w:tcPr>
          <w:p w14:paraId="71D45C90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782156A3" w14:textId="77777777" w:rsidTr="00656B8C">
        <w:tc>
          <w:tcPr>
            <w:tcW w:w="2972" w:type="dxa"/>
          </w:tcPr>
          <w:p w14:paraId="61EC5552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499" w:type="dxa"/>
            <w:gridSpan w:val="3"/>
          </w:tcPr>
          <w:p w14:paraId="42920D9F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3205AF2A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F1DB327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D0637A0" w14:textId="77777777" w:rsidR="001F6B83" w:rsidRPr="006E17FA" w:rsidRDefault="001F6B83" w:rsidP="001F6B83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E17FA">
        <w:rPr>
          <w:rFonts w:asciiTheme="majorHAnsi" w:eastAsia="Times New Roman" w:hAnsiTheme="majorHAnsi" w:cs="Arial"/>
          <w:b/>
          <w:bCs/>
          <w:caps/>
          <w:kern w:val="32"/>
        </w:rPr>
        <w:t xml:space="preserve">Cena Služeb: </w:t>
      </w:r>
    </w:p>
    <w:p w14:paraId="7290F733" w14:textId="77777777" w:rsidR="001F6B83" w:rsidRPr="001B629E" w:rsidRDefault="001F6B83" w:rsidP="001F6B83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8500" w:type="dxa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1985"/>
        <w:gridCol w:w="1842"/>
      </w:tblGrid>
      <w:tr w:rsidR="001F6B83" w:rsidRPr="00221465" w14:paraId="0A199CA3" w14:textId="77777777" w:rsidTr="00301F84">
        <w:tc>
          <w:tcPr>
            <w:tcW w:w="2972" w:type="dxa"/>
            <w:shd w:val="clear" w:color="auto" w:fill="D9D9D9"/>
          </w:tcPr>
          <w:p w14:paraId="3E6845F4" w14:textId="77777777" w:rsidR="001F6B83" w:rsidRPr="00FF65DD" w:rsidRDefault="001F6B83" w:rsidP="00301F84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Služeb </w:t>
            </w:r>
          </w:p>
        </w:tc>
        <w:tc>
          <w:tcPr>
            <w:tcW w:w="1701" w:type="dxa"/>
            <w:shd w:val="clear" w:color="auto" w:fill="D9D9D9"/>
          </w:tcPr>
          <w:p w14:paraId="4150872B" w14:textId="77777777" w:rsidR="001F6B83" w:rsidRPr="00FF65DD" w:rsidRDefault="001F6B83" w:rsidP="00301F84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>
              <w:rPr>
                <w:rFonts w:asciiTheme="majorHAnsi" w:hAnsiTheme="majorHAnsi"/>
                <w:b/>
              </w:rPr>
              <w:t>služby</w:t>
            </w:r>
            <w:r w:rsidRPr="00FF65DD">
              <w:rPr>
                <w:rFonts w:asciiTheme="majorHAnsi" w:hAnsiTheme="majorHAnsi"/>
                <w:b/>
              </w:rPr>
              <w:t xml:space="preserve"> (v Kč bez DPH)</w:t>
            </w:r>
          </w:p>
        </w:tc>
        <w:tc>
          <w:tcPr>
            <w:tcW w:w="1985" w:type="dxa"/>
            <w:shd w:val="clear" w:color="auto" w:fill="D9D9D9"/>
          </w:tcPr>
          <w:p w14:paraId="495E5B2E" w14:textId="514CBEDA" w:rsidR="001F6B83" w:rsidRPr="00FF65DD" w:rsidRDefault="001F6B83" w:rsidP="00E232A9">
            <w:pPr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b/>
              </w:rPr>
              <w:t>Počet</w:t>
            </w:r>
          </w:p>
        </w:tc>
        <w:tc>
          <w:tcPr>
            <w:tcW w:w="1842" w:type="dxa"/>
            <w:shd w:val="clear" w:color="auto" w:fill="D9D9D9"/>
          </w:tcPr>
          <w:p w14:paraId="43DCD664" w14:textId="77777777" w:rsidR="001F6B83" w:rsidRPr="00FF65DD" w:rsidRDefault="001F6B83" w:rsidP="00301F84">
            <w:pPr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>
              <w:rPr>
                <w:rFonts w:asciiTheme="majorHAnsi" w:hAnsiTheme="majorHAnsi"/>
                <w:b/>
              </w:rPr>
              <w:t>služby</w:t>
            </w:r>
            <w:r w:rsidRPr="00FF65DD">
              <w:rPr>
                <w:rFonts w:asciiTheme="majorHAnsi" w:hAnsiTheme="majorHAnsi"/>
                <w:b/>
              </w:rPr>
              <w:t xml:space="preserve"> (v Kč bez DPH)</w:t>
            </w:r>
          </w:p>
        </w:tc>
      </w:tr>
      <w:tr w:rsidR="001F6B83" w:rsidRPr="00221465" w14:paraId="15373D3E" w14:textId="77777777" w:rsidTr="00301F84">
        <w:tc>
          <w:tcPr>
            <w:tcW w:w="2972" w:type="dxa"/>
          </w:tcPr>
          <w:p w14:paraId="7EDF1DF2" w14:textId="7264FBF1" w:rsidR="00D7439D" w:rsidRDefault="00D7439D" w:rsidP="00D7439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Instalační služby </w:t>
            </w:r>
            <w:r w:rsidR="001F54B7">
              <w:rPr>
                <w:rFonts w:asciiTheme="majorHAnsi" w:hAnsiTheme="majorHAnsi"/>
              </w:rPr>
              <w:t xml:space="preserve">včetně instalačního materiálu a dopravy </w:t>
            </w:r>
            <w:r w:rsidR="008C40F2">
              <w:rPr>
                <w:rFonts w:asciiTheme="majorHAnsi" w:hAnsiTheme="majorHAnsi"/>
              </w:rPr>
              <w:t>(dle požadavků čl. 2 přílohy č. 1 Smlouvy)</w:t>
            </w:r>
            <w:r w:rsidR="008D1DC0">
              <w:rPr>
                <w:rFonts w:asciiTheme="majorHAnsi" w:hAnsiTheme="majorHAnsi"/>
              </w:rPr>
              <w:t>,</w:t>
            </w:r>
            <w:r w:rsidR="001F54B7">
              <w:rPr>
                <w:rFonts w:asciiTheme="majorHAnsi" w:hAnsiTheme="majorHAnsi"/>
              </w:rPr>
              <w:t xml:space="preserve"> </w:t>
            </w:r>
            <w:r w:rsidR="001F54B7" w:rsidRPr="00104654">
              <w:rPr>
                <w:rFonts w:asciiTheme="majorHAnsi" w:hAnsiTheme="majorHAnsi"/>
                <w:b/>
              </w:rPr>
              <w:t xml:space="preserve">včetně </w:t>
            </w:r>
            <w:r w:rsidRPr="00104654">
              <w:rPr>
                <w:rFonts w:asciiTheme="majorHAnsi" w:hAnsiTheme="majorHAnsi"/>
                <w:b/>
              </w:rPr>
              <w:t>úpravy stolu pro zásuvkovou lištu</w:t>
            </w:r>
            <w:r>
              <w:rPr>
                <w:rFonts w:asciiTheme="majorHAnsi" w:hAnsiTheme="majorHAnsi"/>
              </w:rPr>
              <w:t xml:space="preserve"> </w:t>
            </w:r>
            <w:r w:rsidR="008D1DC0">
              <w:rPr>
                <w:rFonts w:asciiTheme="majorHAnsi" w:hAnsiTheme="majorHAnsi"/>
              </w:rPr>
              <w:t>a včetně školení (dle požadavků čl. 4 přílohy č. 1 Smlouvy)</w:t>
            </w:r>
          </w:p>
          <w:p w14:paraId="664434E6" w14:textId="77777777" w:rsidR="00D7439D" w:rsidRDefault="00D7439D" w:rsidP="00D7439D">
            <w:pPr>
              <w:rPr>
                <w:rFonts w:asciiTheme="majorHAnsi" w:hAnsiTheme="majorHAnsi"/>
              </w:rPr>
            </w:pPr>
          </w:p>
          <w:p w14:paraId="139AD8AF" w14:textId="2083ACF8" w:rsidR="001F6B83" w:rsidRPr="00FF65DD" w:rsidRDefault="001F6B83" w:rsidP="00D7439D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775F48" w14:textId="77777777" w:rsidR="001F6B83" w:rsidRPr="00FF65DD" w:rsidRDefault="001F6B83" w:rsidP="00301F84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5" w:type="dxa"/>
          </w:tcPr>
          <w:p w14:paraId="1C8F1F5B" w14:textId="46E0B94E" w:rsidR="001F6B83" w:rsidRPr="00FF65DD" w:rsidRDefault="001F6B83" w:rsidP="00E232A9">
            <w:pPr>
              <w:rPr>
                <w:rFonts w:asciiTheme="majorHAnsi" w:hAnsiTheme="majorHAnsi"/>
                <w:highlight w:val="green"/>
              </w:rPr>
            </w:pPr>
            <w:r w:rsidRPr="006E17FA">
              <w:rPr>
                <w:rFonts w:asciiTheme="majorHAnsi" w:hAnsiTheme="majorHAnsi"/>
              </w:rPr>
              <w:t xml:space="preserve">1 </w:t>
            </w:r>
            <w:r w:rsidR="00E232A9">
              <w:rPr>
                <w:rFonts w:asciiTheme="majorHAnsi" w:hAnsiTheme="majorHAnsi"/>
              </w:rPr>
              <w:t>sada</w:t>
            </w:r>
            <w:r w:rsidR="00D7439D">
              <w:rPr>
                <w:rFonts w:asciiTheme="majorHAnsi" w:hAnsiTheme="majorHAnsi"/>
              </w:rPr>
              <w:t>*</w:t>
            </w:r>
          </w:p>
        </w:tc>
        <w:tc>
          <w:tcPr>
            <w:tcW w:w="1842" w:type="dxa"/>
          </w:tcPr>
          <w:p w14:paraId="39B2A380" w14:textId="77777777" w:rsidR="001F6B83" w:rsidRPr="006E17FA" w:rsidRDefault="001F6B83" w:rsidP="00301F84">
            <w:pPr>
              <w:rPr>
                <w:rFonts w:asciiTheme="majorHAnsi" w:hAnsiTheme="majorHAnsi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12958D3A" w14:textId="77777777" w:rsidTr="00301F84">
        <w:tc>
          <w:tcPr>
            <w:tcW w:w="2972" w:type="dxa"/>
          </w:tcPr>
          <w:p w14:paraId="64EF8F83" w14:textId="75E45D3A" w:rsidR="00D7439D" w:rsidRDefault="00D7439D" w:rsidP="00D7439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Instalační služby </w:t>
            </w:r>
            <w:r w:rsidR="001F54B7">
              <w:rPr>
                <w:rFonts w:asciiTheme="majorHAnsi" w:hAnsiTheme="majorHAnsi"/>
              </w:rPr>
              <w:t>včetně instalačního materiálu a dopravy</w:t>
            </w:r>
            <w:r w:rsidR="008C40F2">
              <w:rPr>
                <w:rFonts w:asciiTheme="majorHAnsi" w:hAnsiTheme="majorHAnsi"/>
              </w:rPr>
              <w:t xml:space="preserve"> (dle požadavků čl. 2 přílohy č. 1 Smlouvy)</w:t>
            </w:r>
            <w:r w:rsidR="003E0429">
              <w:rPr>
                <w:rFonts w:asciiTheme="majorHAnsi" w:hAnsiTheme="majorHAnsi"/>
              </w:rPr>
              <w:t xml:space="preserve"> a včetně školení (dle požadavků čl. 4 přílohy č. 1 Smlouvy)</w:t>
            </w:r>
          </w:p>
          <w:p w14:paraId="20AD1992" w14:textId="11827E37" w:rsidR="001F6B83" w:rsidRPr="006E17FA" w:rsidRDefault="001F6B83" w:rsidP="00D7439D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14:paraId="2BBAB02F" w14:textId="404164AA" w:rsidR="001F6B83" w:rsidRPr="00FF65DD" w:rsidRDefault="001F6B83" w:rsidP="001F6B83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5" w:type="dxa"/>
          </w:tcPr>
          <w:p w14:paraId="3405D31E" w14:textId="4C1985E5" w:rsidR="001F6B83" w:rsidRPr="006E17FA" w:rsidRDefault="001F6B83" w:rsidP="00E232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 </w:t>
            </w:r>
            <w:r w:rsidR="00E232A9">
              <w:rPr>
                <w:rFonts w:asciiTheme="majorHAnsi" w:hAnsiTheme="majorHAnsi"/>
              </w:rPr>
              <w:t>sady</w:t>
            </w:r>
            <w:r w:rsidR="00D7439D">
              <w:rPr>
                <w:rFonts w:asciiTheme="majorHAnsi" w:hAnsiTheme="majorHAnsi"/>
              </w:rPr>
              <w:t>*</w:t>
            </w:r>
          </w:p>
        </w:tc>
        <w:tc>
          <w:tcPr>
            <w:tcW w:w="1842" w:type="dxa"/>
          </w:tcPr>
          <w:p w14:paraId="5E80E9C8" w14:textId="4BADEEAB" w:rsidR="001F6B83" w:rsidRPr="00FF65DD" w:rsidRDefault="001F6B83" w:rsidP="001F6B83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506AA377" w14:textId="77777777" w:rsidTr="00301F84">
        <w:trPr>
          <w:trHeight w:val="60"/>
        </w:trPr>
        <w:tc>
          <w:tcPr>
            <w:tcW w:w="2972" w:type="dxa"/>
          </w:tcPr>
          <w:p w14:paraId="033541E7" w14:textId="77777777" w:rsidR="001F6B83" w:rsidRPr="00FF65DD" w:rsidRDefault="001F6B83" w:rsidP="001F6B83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celkem za Služby (v Kč bez DPH)</w:t>
            </w:r>
          </w:p>
        </w:tc>
        <w:tc>
          <w:tcPr>
            <w:tcW w:w="1701" w:type="dxa"/>
          </w:tcPr>
          <w:p w14:paraId="2D2DEE3F" w14:textId="77777777" w:rsidR="001F6B83" w:rsidRPr="00FF65DD" w:rsidRDefault="001F6B83" w:rsidP="001F6B83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5" w:type="dxa"/>
          </w:tcPr>
          <w:p w14:paraId="5619AAA0" w14:textId="77777777" w:rsidR="001F6B83" w:rsidRPr="00FF65DD" w:rsidRDefault="001F6B83" w:rsidP="001F6B83">
            <w:pPr>
              <w:rPr>
                <w:rFonts w:asciiTheme="majorHAnsi" w:hAnsiTheme="majorHAnsi"/>
                <w:highlight w:val="green"/>
              </w:rPr>
            </w:pPr>
          </w:p>
        </w:tc>
        <w:tc>
          <w:tcPr>
            <w:tcW w:w="1842" w:type="dxa"/>
          </w:tcPr>
          <w:p w14:paraId="31B38E66" w14:textId="77777777" w:rsidR="001F6B83" w:rsidRPr="00FF65DD" w:rsidRDefault="001F6B83" w:rsidP="001F6B83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221465" w14:paraId="1E5E4D83" w14:textId="77777777" w:rsidTr="00301F84">
        <w:trPr>
          <w:trHeight w:val="60"/>
        </w:trPr>
        <w:tc>
          <w:tcPr>
            <w:tcW w:w="2972" w:type="dxa"/>
          </w:tcPr>
          <w:p w14:paraId="260DDFDA" w14:textId="77777777" w:rsidR="001F6B83" w:rsidRPr="00FF65DD" w:rsidRDefault="001F6B83" w:rsidP="001F6B83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1701" w:type="dxa"/>
          </w:tcPr>
          <w:p w14:paraId="7D517CF1" w14:textId="77777777" w:rsidR="001F6B83" w:rsidRPr="00FF65DD" w:rsidRDefault="001F6B83" w:rsidP="001F6B83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5" w:type="dxa"/>
          </w:tcPr>
          <w:p w14:paraId="3A332615" w14:textId="77777777" w:rsidR="001F6B83" w:rsidRPr="00FF65DD" w:rsidRDefault="001F6B83" w:rsidP="001F6B83">
            <w:pPr>
              <w:keepLines/>
              <w:spacing w:before="120" w:after="120"/>
              <w:rPr>
                <w:rFonts w:asciiTheme="majorHAnsi" w:hAnsiTheme="majorHAnsi"/>
                <w:highlight w:val="green"/>
              </w:rPr>
            </w:pPr>
          </w:p>
        </w:tc>
        <w:tc>
          <w:tcPr>
            <w:tcW w:w="1842" w:type="dxa"/>
          </w:tcPr>
          <w:p w14:paraId="5748C945" w14:textId="77777777" w:rsidR="001F6B83" w:rsidRPr="00FF65DD" w:rsidRDefault="001F6B83" w:rsidP="001F6B83">
            <w:pPr>
              <w:keepLines/>
              <w:spacing w:before="120" w:after="120"/>
              <w:rPr>
                <w:rFonts w:asciiTheme="majorHAnsi" w:hAnsiTheme="majorHAnsi"/>
                <w:highlight w:val="green"/>
              </w:rPr>
            </w:pPr>
          </w:p>
        </w:tc>
      </w:tr>
      <w:tr w:rsidR="001F6B83" w:rsidRPr="00221465" w14:paraId="4BAE9050" w14:textId="77777777" w:rsidTr="00301F84">
        <w:trPr>
          <w:trHeight w:val="60"/>
        </w:trPr>
        <w:tc>
          <w:tcPr>
            <w:tcW w:w="2972" w:type="dxa"/>
          </w:tcPr>
          <w:p w14:paraId="22D04E38" w14:textId="77777777" w:rsidR="001F6B83" w:rsidRPr="00FF65DD" w:rsidRDefault="001F6B83" w:rsidP="001F6B83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Služby v Kč včetně DPH</w:t>
            </w:r>
          </w:p>
        </w:tc>
        <w:tc>
          <w:tcPr>
            <w:tcW w:w="1701" w:type="dxa"/>
          </w:tcPr>
          <w:p w14:paraId="2C557397" w14:textId="77777777" w:rsidR="001F6B83" w:rsidRPr="00FF65DD" w:rsidRDefault="001F6B83" w:rsidP="001F6B83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5" w:type="dxa"/>
          </w:tcPr>
          <w:p w14:paraId="65403900" w14:textId="77777777" w:rsidR="001F6B83" w:rsidRPr="00FF65DD" w:rsidRDefault="001F6B83" w:rsidP="001F6B83">
            <w:pPr>
              <w:keepLines/>
              <w:spacing w:before="120" w:after="120"/>
              <w:rPr>
                <w:rFonts w:asciiTheme="majorHAnsi" w:hAnsiTheme="majorHAnsi"/>
                <w:highlight w:val="green"/>
              </w:rPr>
            </w:pPr>
          </w:p>
        </w:tc>
        <w:tc>
          <w:tcPr>
            <w:tcW w:w="1842" w:type="dxa"/>
          </w:tcPr>
          <w:p w14:paraId="6BD7AA56" w14:textId="77777777" w:rsidR="001F6B83" w:rsidRPr="00FF65DD" w:rsidRDefault="001F6B83" w:rsidP="001F6B83">
            <w:pPr>
              <w:keepLines/>
              <w:spacing w:before="120" w:after="120"/>
              <w:rPr>
                <w:rFonts w:asciiTheme="majorHAnsi" w:hAnsiTheme="majorHAnsi"/>
                <w:highlight w:val="green"/>
              </w:rPr>
            </w:pPr>
          </w:p>
        </w:tc>
      </w:tr>
    </w:tbl>
    <w:p w14:paraId="02E33CA3" w14:textId="77777777" w:rsidR="001F6B83" w:rsidRPr="001B629E" w:rsidRDefault="001F6B83" w:rsidP="001F6B83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6299D815" w14:textId="73B63E36" w:rsidR="001F6B83" w:rsidRPr="00104654" w:rsidRDefault="00D7439D" w:rsidP="00D7439D">
      <w:pPr>
        <w:spacing w:after="0" w:line="240" w:lineRule="auto"/>
        <w:rPr>
          <w:rFonts w:asciiTheme="majorHAnsi" w:eastAsia="Times New Roman" w:hAnsiTheme="majorHAnsi" w:cs="Times New Roman"/>
        </w:rPr>
      </w:pPr>
      <w:r w:rsidRPr="00104654">
        <w:rPr>
          <w:rFonts w:asciiTheme="majorHAnsi" w:eastAsia="Times New Roman" w:hAnsiTheme="majorHAnsi" w:cs="Times New Roman"/>
        </w:rPr>
        <w:t xml:space="preserve">* Sadou se rozumí </w:t>
      </w:r>
      <w:r>
        <w:rPr>
          <w:rFonts w:asciiTheme="majorHAnsi" w:eastAsia="Times New Roman" w:hAnsiTheme="majorHAnsi" w:cs="Times New Roman"/>
        </w:rPr>
        <w:t>souhrn</w:t>
      </w:r>
      <w:r w:rsidRPr="00104654">
        <w:rPr>
          <w:rFonts w:asciiTheme="majorHAnsi" w:eastAsia="Times New Roman" w:hAnsiTheme="majorHAnsi" w:cs="Times New Roman"/>
        </w:rPr>
        <w:t xml:space="preserve"> služeb a </w:t>
      </w:r>
      <w:r>
        <w:rPr>
          <w:rFonts w:asciiTheme="majorHAnsi" w:eastAsia="Times New Roman" w:hAnsiTheme="majorHAnsi" w:cs="Times New Roman"/>
        </w:rPr>
        <w:t>instalačních a montážních materiálů</w:t>
      </w:r>
      <w:r w:rsidR="003A485E">
        <w:rPr>
          <w:rFonts w:asciiTheme="majorHAnsi" w:eastAsia="Times New Roman" w:hAnsiTheme="majorHAnsi" w:cs="Times New Roman"/>
        </w:rPr>
        <w:t xml:space="preserve"> </w:t>
      </w:r>
      <w:r w:rsidR="007555C8">
        <w:rPr>
          <w:rFonts w:asciiTheme="majorHAnsi" w:eastAsia="Times New Roman" w:hAnsiTheme="majorHAnsi" w:cs="Times New Roman"/>
        </w:rPr>
        <w:t>dle</w:t>
      </w:r>
      <w:r w:rsidR="003A485E">
        <w:rPr>
          <w:rFonts w:asciiTheme="majorHAnsi" w:eastAsia="Times New Roman" w:hAnsiTheme="majorHAnsi" w:cs="Times New Roman"/>
        </w:rPr>
        <w:t xml:space="preserve"> dané </w:t>
      </w:r>
      <w:r w:rsidR="007555C8">
        <w:rPr>
          <w:rFonts w:asciiTheme="majorHAnsi" w:eastAsia="Times New Roman" w:hAnsiTheme="majorHAnsi" w:cs="Times New Roman"/>
        </w:rPr>
        <w:t>položky</w:t>
      </w:r>
      <w:r w:rsidR="003A485E">
        <w:rPr>
          <w:rFonts w:asciiTheme="majorHAnsi" w:eastAsia="Times New Roman" w:hAnsiTheme="majorHAnsi" w:cs="Times New Roman"/>
        </w:rPr>
        <w:t xml:space="preserve"> ceníku</w:t>
      </w:r>
      <w:r w:rsidR="007555C8">
        <w:rPr>
          <w:rFonts w:asciiTheme="majorHAnsi" w:eastAsia="Times New Roman" w:hAnsiTheme="majorHAnsi" w:cs="Times New Roman"/>
        </w:rPr>
        <w:t xml:space="preserve"> </w:t>
      </w:r>
      <w:r w:rsidR="003A485E">
        <w:rPr>
          <w:rFonts w:asciiTheme="majorHAnsi" w:eastAsia="Times New Roman" w:hAnsiTheme="majorHAnsi" w:cs="Times New Roman"/>
        </w:rPr>
        <w:t>v množství potřebném pro instalaci Hardware do jedné místnosti</w:t>
      </w:r>
      <w:r>
        <w:rPr>
          <w:rFonts w:asciiTheme="majorHAnsi" w:eastAsia="Times New Roman" w:hAnsiTheme="majorHAnsi" w:cs="Times New Roman"/>
        </w:rPr>
        <w:t>.</w:t>
      </w:r>
    </w:p>
    <w:p w14:paraId="6B9CFE54" w14:textId="2A78C05A" w:rsidR="00FE5857" w:rsidRPr="00FE5857" w:rsidRDefault="009D1A9E" w:rsidP="00104654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104654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C</w:t>
      </w:r>
      <w:r w:rsidR="00FE5857">
        <w:rPr>
          <w:rFonts w:asciiTheme="majorHAnsi" w:eastAsia="Times New Roman" w:hAnsiTheme="majorHAnsi" w:cs="Arial"/>
          <w:b/>
          <w:bCs/>
          <w:caps/>
          <w:kern w:val="32"/>
        </w:rPr>
        <w:t>ELKOVÁ C</w:t>
      </w:r>
      <w:r w:rsidRPr="00104654">
        <w:rPr>
          <w:rFonts w:asciiTheme="majorHAnsi" w:eastAsia="Times New Roman" w:hAnsiTheme="majorHAnsi" w:cs="Arial"/>
          <w:b/>
          <w:bCs/>
          <w:caps/>
          <w:kern w:val="32"/>
        </w:rPr>
        <w:t xml:space="preserve">ENA </w:t>
      </w:r>
    </w:p>
    <w:p w14:paraId="4303978A" w14:textId="4E8ED743" w:rsidR="001F6B83" w:rsidRPr="00FF65DD" w:rsidRDefault="001F6B83" w:rsidP="00FE5857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4962"/>
      </w:tblGrid>
      <w:tr w:rsidR="001F6B83" w:rsidRPr="00FF65DD" w14:paraId="3483642A" w14:textId="77777777" w:rsidTr="00301F84">
        <w:tc>
          <w:tcPr>
            <w:tcW w:w="3510" w:type="dxa"/>
          </w:tcPr>
          <w:p w14:paraId="7BD967EA" w14:textId="77777777" w:rsidR="001F6B83" w:rsidRPr="00FF65DD" w:rsidRDefault="001F6B83" w:rsidP="00301F84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 xml:space="preserve">Celková Cena za Plnění, tj. součet všech výše uvedených cen (v Kč bez DPH): </w:t>
            </w:r>
          </w:p>
        </w:tc>
        <w:tc>
          <w:tcPr>
            <w:tcW w:w="4962" w:type="dxa"/>
          </w:tcPr>
          <w:p w14:paraId="5E747398" w14:textId="77777777" w:rsidR="001F6B83" w:rsidRPr="00FF65DD" w:rsidRDefault="001F6B83" w:rsidP="00301F84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FF65DD" w14:paraId="52E6B159" w14:textId="77777777" w:rsidTr="00301F84">
        <w:tc>
          <w:tcPr>
            <w:tcW w:w="3510" w:type="dxa"/>
          </w:tcPr>
          <w:p w14:paraId="2FA65FD9" w14:textId="77777777" w:rsidR="001F6B83" w:rsidRPr="00FF65DD" w:rsidRDefault="001F6B83" w:rsidP="00301F84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962" w:type="dxa"/>
          </w:tcPr>
          <w:p w14:paraId="1CB7D157" w14:textId="77777777" w:rsidR="001F6B83" w:rsidRPr="00FF65DD" w:rsidRDefault="001F6B83" w:rsidP="00301F8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1F6B83" w:rsidRPr="00FF65DD" w14:paraId="14C859D5" w14:textId="77777777" w:rsidTr="00301F84">
        <w:tc>
          <w:tcPr>
            <w:tcW w:w="3510" w:type="dxa"/>
          </w:tcPr>
          <w:p w14:paraId="772E8CC1" w14:textId="77777777" w:rsidR="001F6B83" w:rsidRPr="00FF65DD" w:rsidRDefault="001F6B83" w:rsidP="00301F84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4962" w:type="dxa"/>
          </w:tcPr>
          <w:p w14:paraId="4FDAB7C1" w14:textId="77777777" w:rsidR="001F6B83" w:rsidRPr="00FF65DD" w:rsidRDefault="001F6B83" w:rsidP="00301F84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386E5B70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FA416" w14:textId="77777777" w:rsidR="00317578" w:rsidRDefault="00317578" w:rsidP="00962258">
      <w:pPr>
        <w:spacing w:after="0" w:line="240" w:lineRule="auto"/>
      </w:pPr>
      <w:r>
        <w:separator/>
      </w:r>
    </w:p>
  </w:endnote>
  <w:endnote w:type="continuationSeparator" w:id="0">
    <w:p w14:paraId="5DC6810D" w14:textId="77777777" w:rsidR="00317578" w:rsidRDefault="003175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0F2892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2B42AA" w14:textId="27C9848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042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042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A93C7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8075D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36B60A" w14:textId="77777777" w:rsidR="00F1715C" w:rsidRDefault="00F1715C" w:rsidP="00D831A3">
          <w:pPr>
            <w:pStyle w:val="Zpat"/>
          </w:pPr>
        </w:p>
      </w:tc>
    </w:tr>
  </w:tbl>
  <w:p w14:paraId="1384903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FB7DAB" wp14:editId="061101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FB932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CC991E" w14:textId="7D8A228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1DC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1DC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1AC1F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39088D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DF463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94EA0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E387D4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DEB611" w14:textId="77777777" w:rsidR="00F1715C" w:rsidRDefault="00F1715C" w:rsidP="00460660">
          <w:pPr>
            <w:pStyle w:val="Zpat"/>
          </w:pPr>
        </w:p>
      </w:tc>
    </w:tr>
  </w:tbl>
  <w:p w14:paraId="044905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051B5E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B9D63" w14:textId="77777777" w:rsidR="00317578" w:rsidRDefault="00317578" w:rsidP="00962258">
      <w:pPr>
        <w:spacing w:after="0" w:line="240" w:lineRule="auto"/>
      </w:pPr>
      <w:r>
        <w:separator/>
      </w:r>
    </w:p>
  </w:footnote>
  <w:footnote w:type="continuationSeparator" w:id="0">
    <w:p w14:paraId="3A2A4D89" w14:textId="77777777" w:rsidR="00317578" w:rsidRDefault="003175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C0A38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01B7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D64A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FA9F5D" w14:textId="77777777" w:rsidR="00F1715C" w:rsidRPr="00D6163D" w:rsidRDefault="00F1715C" w:rsidP="00D6163D">
          <w:pPr>
            <w:pStyle w:val="Druhdokumentu"/>
          </w:pPr>
        </w:p>
      </w:tc>
    </w:tr>
  </w:tbl>
  <w:p w14:paraId="614F404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F76A6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59B72B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C62C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B5F151" w14:textId="77777777" w:rsidR="00F1715C" w:rsidRPr="00D6163D" w:rsidRDefault="00F1715C" w:rsidP="00FC6389">
          <w:pPr>
            <w:pStyle w:val="Druhdokumentu"/>
          </w:pPr>
        </w:p>
      </w:tc>
    </w:tr>
    <w:tr w:rsidR="009F392E" w14:paraId="3D88006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BA7B5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A84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62E8C1" w14:textId="77777777" w:rsidR="009F392E" w:rsidRPr="00D6163D" w:rsidRDefault="009F392E" w:rsidP="00FC6389">
          <w:pPr>
            <w:pStyle w:val="Druhdokumentu"/>
          </w:pPr>
        </w:p>
      </w:tc>
    </w:tr>
  </w:tbl>
  <w:p w14:paraId="2583D2B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56BF4A9" wp14:editId="2995E3B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37C73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22E3A7D"/>
    <w:multiLevelType w:val="hybridMultilevel"/>
    <w:tmpl w:val="4808AA2A"/>
    <w:lvl w:ilvl="0" w:tplc="040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892882236">
    <w:abstractNumId w:val="2"/>
  </w:num>
  <w:num w:numId="2" w16cid:durableId="1906840515">
    <w:abstractNumId w:val="1"/>
  </w:num>
  <w:num w:numId="3" w16cid:durableId="17066387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945713">
    <w:abstractNumId w:val="9"/>
  </w:num>
  <w:num w:numId="5" w16cid:durableId="2021620368">
    <w:abstractNumId w:val="3"/>
  </w:num>
  <w:num w:numId="6" w16cid:durableId="2088183457">
    <w:abstractNumId w:val="4"/>
  </w:num>
  <w:num w:numId="7" w16cid:durableId="721901574">
    <w:abstractNumId w:val="0"/>
  </w:num>
  <w:num w:numId="8" w16cid:durableId="2147233207">
    <w:abstractNumId w:val="6"/>
  </w:num>
  <w:num w:numId="9" w16cid:durableId="9160179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6527478">
    <w:abstractNumId w:val="4"/>
  </w:num>
  <w:num w:numId="11" w16cid:durableId="173687928">
    <w:abstractNumId w:val="1"/>
  </w:num>
  <w:num w:numId="12" w16cid:durableId="973871587">
    <w:abstractNumId w:val="4"/>
  </w:num>
  <w:num w:numId="13" w16cid:durableId="2103256785">
    <w:abstractNumId w:val="4"/>
  </w:num>
  <w:num w:numId="14" w16cid:durableId="717164133">
    <w:abstractNumId w:val="4"/>
  </w:num>
  <w:num w:numId="15" w16cid:durableId="2046367518">
    <w:abstractNumId w:val="4"/>
  </w:num>
  <w:num w:numId="16" w16cid:durableId="906450616">
    <w:abstractNumId w:val="10"/>
  </w:num>
  <w:num w:numId="17" w16cid:durableId="1008018541">
    <w:abstractNumId w:val="2"/>
  </w:num>
  <w:num w:numId="18" w16cid:durableId="310404616">
    <w:abstractNumId w:val="10"/>
  </w:num>
  <w:num w:numId="19" w16cid:durableId="941110163">
    <w:abstractNumId w:val="10"/>
  </w:num>
  <w:num w:numId="20" w16cid:durableId="1442722859">
    <w:abstractNumId w:val="10"/>
  </w:num>
  <w:num w:numId="21" w16cid:durableId="1356804736">
    <w:abstractNumId w:val="10"/>
  </w:num>
  <w:num w:numId="22" w16cid:durableId="1154833734">
    <w:abstractNumId w:val="4"/>
  </w:num>
  <w:num w:numId="23" w16cid:durableId="562715013">
    <w:abstractNumId w:val="1"/>
  </w:num>
  <w:num w:numId="24" w16cid:durableId="142822292">
    <w:abstractNumId w:val="4"/>
  </w:num>
  <w:num w:numId="25" w16cid:durableId="1977950911">
    <w:abstractNumId w:val="4"/>
  </w:num>
  <w:num w:numId="26" w16cid:durableId="1842038783">
    <w:abstractNumId w:val="4"/>
  </w:num>
  <w:num w:numId="27" w16cid:durableId="1668096658">
    <w:abstractNumId w:val="4"/>
  </w:num>
  <w:num w:numId="28" w16cid:durableId="116993124">
    <w:abstractNumId w:val="10"/>
  </w:num>
  <w:num w:numId="29" w16cid:durableId="1123617973">
    <w:abstractNumId w:val="2"/>
  </w:num>
  <w:num w:numId="30" w16cid:durableId="1067453665">
    <w:abstractNumId w:val="10"/>
  </w:num>
  <w:num w:numId="31" w16cid:durableId="1662006118">
    <w:abstractNumId w:val="10"/>
  </w:num>
  <w:num w:numId="32" w16cid:durableId="469592033">
    <w:abstractNumId w:val="10"/>
  </w:num>
  <w:num w:numId="33" w16cid:durableId="542519938">
    <w:abstractNumId w:val="10"/>
  </w:num>
  <w:num w:numId="34" w16cid:durableId="221866970">
    <w:abstractNumId w:val="8"/>
  </w:num>
  <w:num w:numId="35" w16cid:durableId="204585880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E23A7"/>
    <w:rsid w:val="000E4423"/>
    <w:rsid w:val="00104654"/>
    <w:rsid w:val="0010693F"/>
    <w:rsid w:val="00114472"/>
    <w:rsid w:val="001550BC"/>
    <w:rsid w:val="001605B9"/>
    <w:rsid w:val="00170EC5"/>
    <w:rsid w:val="001747C1"/>
    <w:rsid w:val="00184743"/>
    <w:rsid w:val="001E496E"/>
    <w:rsid w:val="001F54B7"/>
    <w:rsid w:val="001F6B83"/>
    <w:rsid w:val="00207DF5"/>
    <w:rsid w:val="00271E10"/>
    <w:rsid w:val="00280E07"/>
    <w:rsid w:val="002C31BF"/>
    <w:rsid w:val="002D08B1"/>
    <w:rsid w:val="002E0CD7"/>
    <w:rsid w:val="00317578"/>
    <w:rsid w:val="0033522C"/>
    <w:rsid w:val="00341DCF"/>
    <w:rsid w:val="00357BC6"/>
    <w:rsid w:val="003956C6"/>
    <w:rsid w:val="003A485E"/>
    <w:rsid w:val="003B71C1"/>
    <w:rsid w:val="003E0429"/>
    <w:rsid w:val="003E0941"/>
    <w:rsid w:val="0043680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0BA5"/>
    <w:rsid w:val="005B770D"/>
    <w:rsid w:val="005F1404"/>
    <w:rsid w:val="0061068E"/>
    <w:rsid w:val="00656B8C"/>
    <w:rsid w:val="00660766"/>
    <w:rsid w:val="00660AD3"/>
    <w:rsid w:val="00677B7F"/>
    <w:rsid w:val="006A5570"/>
    <w:rsid w:val="006A689C"/>
    <w:rsid w:val="006B3D79"/>
    <w:rsid w:val="006D23BE"/>
    <w:rsid w:val="006D7AFE"/>
    <w:rsid w:val="006E0578"/>
    <w:rsid w:val="006E314D"/>
    <w:rsid w:val="00710723"/>
    <w:rsid w:val="00723ED1"/>
    <w:rsid w:val="00743525"/>
    <w:rsid w:val="007555C8"/>
    <w:rsid w:val="0076286B"/>
    <w:rsid w:val="00766846"/>
    <w:rsid w:val="0077673A"/>
    <w:rsid w:val="007846E1"/>
    <w:rsid w:val="007B570C"/>
    <w:rsid w:val="007C119D"/>
    <w:rsid w:val="007C589B"/>
    <w:rsid w:val="007E4A6E"/>
    <w:rsid w:val="007E4BF7"/>
    <w:rsid w:val="007F56A7"/>
    <w:rsid w:val="00807DD0"/>
    <w:rsid w:val="008659F3"/>
    <w:rsid w:val="00886D4B"/>
    <w:rsid w:val="00895406"/>
    <w:rsid w:val="008A3568"/>
    <w:rsid w:val="008B0427"/>
    <w:rsid w:val="008C40F2"/>
    <w:rsid w:val="008D03B9"/>
    <w:rsid w:val="008D1DC0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A9E"/>
    <w:rsid w:val="009E07F4"/>
    <w:rsid w:val="009F392E"/>
    <w:rsid w:val="00A4311B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029F5"/>
    <w:rsid w:val="00B14C89"/>
    <w:rsid w:val="00B15D0D"/>
    <w:rsid w:val="00B601AF"/>
    <w:rsid w:val="00B75EE1"/>
    <w:rsid w:val="00B77481"/>
    <w:rsid w:val="00B8518B"/>
    <w:rsid w:val="00BD7E91"/>
    <w:rsid w:val="00BE4618"/>
    <w:rsid w:val="00C02D0A"/>
    <w:rsid w:val="00C03A6E"/>
    <w:rsid w:val="00C44F6A"/>
    <w:rsid w:val="00C47AE3"/>
    <w:rsid w:val="00C876EC"/>
    <w:rsid w:val="00CD1FC4"/>
    <w:rsid w:val="00D21061"/>
    <w:rsid w:val="00D4108E"/>
    <w:rsid w:val="00D44DD7"/>
    <w:rsid w:val="00D6163D"/>
    <w:rsid w:val="00D73D46"/>
    <w:rsid w:val="00D7439D"/>
    <w:rsid w:val="00D831A3"/>
    <w:rsid w:val="00D9732B"/>
    <w:rsid w:val="00DC75F3"/>
    <w:rsid w:val="00DD46F3"/>
    <w:rsid w:val="00DE56F2"/>
    <w:rsid w:val="00DF116D"/>
    <w:rsid w:val="00E232A9"/>
    <w:rsid w:val="00E36C4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018F"/>
    <w:rsid w:val="00F659EB"/>
    <w:rsid w:val="00F84C53"/>
    <w:rsid w:val="00F86BA6"/>
    <w:rsid w:val="00FC1131"/>
    <w:rsid w:val="00FC6389"/>
    <w:rsid w:val="00FE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737D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876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76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76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76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76E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973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ED720-DF03-427F-BE93-BF7C8BF8F6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EC9287-B328-41E6-B2B8-3A5C8F75D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3</Pages>
  <Words>332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4</cp:revision>
  <cp:lastPrinted>2017-11-28T17:18:00Z</cp:lastPrinted>
  <dcterms:created xsi:type="dcterms:W3CDTF">2023-11-30T15:08:00Z</dcterms:created>
  <dcterms:modified xsi:type="dcterms:W3CDTF">2023-11-30T18:51:00Z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